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346F" w14:textId="77777777" w:rsidR="00BB43A1" w:rsidRDefault="004B0281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r>
        <w:t xml:space="preserve">Your Name Surname Week </w:t>
      </w:r>
      <w:r w:rsidR="00C057C9">
        <w:t>1</w:t>
      </w:r>
      <w:r w:rsidR="00BC1D74">
        <w:t>3</w:t>
      </w:r>
      <w:r w:rsidR="003C1A37" w:rsidRPr="003C1A37">
        <w:t xml:space="preserve"> B1 </w:t>
      </w:r>
      <w:r w:rsidR="003C1A37">
        <w:t>EOI 20</w:t>
      </w:r>
      <w:r w:rsidR="00BC1D74">
        <w:t>10 African Conservation</w:t>
      </w:r>
    </w:p>
    <w:p w14:paraId="51695F30" w14:textId="77777777" w:rsidR="00035E04" w:rsidRPr="00035E04" w:rsidRDefault="00BB43A1" w:rsidP="00035E0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p w14:paraId="52759E9C" w14:textId="77777777" w:rsidR="00196ABE" w:rsidRDefault="00035E04">
      <w:r>
        <w:rPr>
          <w:noProof/>
          <w:lang w:val="en-US" w:eastAsia="en-US"/>
        </w:rPr>
        <w:drawing>
          <wp:inline distT="0" distB="0" distL="0" distR="0" wp14:anchorId="48D2B6E0" wp14:editId="56BE7EDF">
            <wp:extent cx="5273040" cy="6054129"/>
            <wp:effectExtent l="0" t="0" r="1016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605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2AF47" w14:textId="77777777" w:rsidR="00BC1D74" w:rsidRDefault="00873FDB" w:rsidP="00BC1D74">
      <w:r>
        <w:rPr>
          <w:noProof/>
          <w:lang w:val="en-US" w:eastAsia="en-US"/>
        </w:rPr>
        <w:drawing>
          <wp:inline distT="0" distB="0" distL="0" distR="0" wp14:anchorId="6516267F" wp14:editId="1DCFCF26">
            <wp:extent cx="5273040" cy="6119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611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AD9C9" w14:textId="77777777" w:rsidR="00873FDB" w:rsidRDefault="00873FDB" w:rsidP="00BC1D74">
      <w:bookmarkStart w:id="1" w:name="_GoBack"/>
      <w:bookmarkEnd w:id="1"/>
    </w:p>
    <w:p w14:paraId="3121C731" w14:textId="77777777" w:rsidR="00873FDB" w:rsidRDefault="00873FDB" w:rsidP="00BC1D74"/>
    <w:p w14:paraId="77E36E1A" w14:textId="77777777" w:rsidR="00873FDB" w:rsidRDefault="00035E04" w:rsidP="00BC1D74">
      <w:r>
        <w:rPr>
          <w:noProof/>
          <w:lang w:val="en-US" w:eastAsia="en-US"/>
        </w:rPr>
        <w:drawing>
          <wp:inline distT="0" distB="0" distL="0" distR="0" wp14:anchorId="484AA5B1" wp14:editId="72C35CAD">
            <wp:extent cx="5273040" cy="505460"/>
            <wp:effectExtent l="0" t="0" r="1016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3CA56" w14:textId="77777777" w:rsidR="00873FDB" w:rsidRDefault="00873FDB" w:rsidP="00BC1D74"/>
    <w:p w14:paraId="0B763EDB" w14:textId="77777777" w:rsidR="00873FDB" w:rsidRDefault="00873FDB" w:rsidP="00BC1D74"/>
    <w:p w14:paraId="5256038A" w14:textId="77777777" w:rsidR="00873FDB" w:rsidRPr="003C1A37" w:rsidRDefault="00873FDB" w:rsidP="00BC1D74"/>
    <w:sectPr w:rsidR="00873FDB" w:rsidRPr="003C1A37" w:rsidSect="00BF7501">
      <w:pgSz w:w="11904" w:h="16835"/>
      <w:pgMar w:top="56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74"/>
    <w:rsid w:val="00035E04"/>
    <w:rsid w:val="00134F31"/>
    <w:rsid w:val="00196ABE"/>
    <w:rsid w:val="00243065"/>
    <w:rsid w:val="003C1A37"/>
    <w:rsid w:val="00470410"/>
    <w:rsid w:val="004B0281"/>
    <w:rsid w:val="004B33E9"/>
    <w:rsid w:val="004D1294"/>
    <w:rsid w:val="0071259B"/>
    <w:rsid w:val="00831AD4"/>
    <w:rsid w:val="00844BEE"/>
    <w:rsid w:val="00873FDB"/>
    <w:rsid w:val="00B17643"/>
    <w:rsid w:val="00BB43A1"/>
    <w:rsid w:val="00BC1D74"/>
    <w:rsid w:val="00BF7501"/>
    <w:rsid w:val="00C057C9"/>
    <w:rsid w:val="00C413DC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4E8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10%20EOI%202008%20SUMMER%20CAMP%20EMERGENCY:Your%20Name%20Surname%20Week%2010%20B1%20EOI%202008-SUMMER%20CAMP%20EMERGENC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10 B1 EOI 2008-SUMMER CAMP EMERGENCY.dot</Template>
  <TotalTime>3</TotalTime>
  <Pages>2</Pages>
  <Words>20</Words>
  <Characters>120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10 B1 EOI 2008-SUMMER CAMP EMERGENCY</vt:lpstr>
      <vt:lpstr>(Make this the name of your file and the subject title of your email)</vt:lpstr>
    </vt:vector>
  </TitlesOfParts>
  <Company>goldsmiths college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4</cp:revision>
  <cp:lastPrinted>2014-10-16T21:36:00Z</cp:lastPrinted>
  <dcterms:created xsi:type="dcterms:W3CDTF">2014-12-06T08:40:00Z</dcterms:created>
  <dcterms:modified xsi:type="dcterms:W3CDTF">2014-12-06T08:42:00Z</dcterms:modified>
</cp:coreProperties>
</file>